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56" w:rsidRPr="00A14A4D" w:rsidRDefault="005B6856" w:rsidP="00CE0712">
      <w:pPr>
        <w:rPr>
          <w:b/>
          <w:bCs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95pt;margin-top:1.15pt;width:159.45pt;height:45.25pt;z-index:251658240">
            <v:textbox style="mso-next-textbox:#_x0000_s1026">
              <w:txbxContent>
                <w:p w:rsidR="005B6856" w:rsidRPr="00CE0712" w:rsidRDefault="005B6856" w:rsidP="00CE07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CE0712">
                    <w:rPr>
                      <w:sz w:val="18"/>
                      <w:szCs w:val="18"/>
                    </w:rPr>
                    <w:t>Jméno a příjmení</w:t>
                  </w:r>
                </w:p>
              </w:txbxContent>
            </v:textbox>
          </v:shape>
        </w:pict>
      </w:r>
      <w:r w:rsidRPr="00CE0712">
        <w:rPr>
          <w:b/>
          <w:bCs/>
          <w:sz w:val="28"/>
          <w:szCs w:val="28"/>
        </w:rPr>
        <w:t>Zápočtový test – Jazykový proseminář ZS 201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br/>
        <w:t>Varianta A</w:t>
      </w:r>
      <w:r>
        <w:rPr>
          <w:b/>
          <w:bCs/>
          <w:sz w:val="28"/>
          <w:szCs w:val="28"/>
        </w:rPr>
        <w:br/>
      </w:r>
      <w:r w:rsidRPr="00A14A4D">
        <w:rPr>
          <w:sz w:val="20"/>
          <w:szCs w:val="20"/>
        </w:rPr>
        <w:t>Pozorně si pročtěte zadání testu. Pište čitelně, nejasné symboly</w:t>
      </w:r>
      <w:r w:rsidRPr="00A14A4D">
        <w:rPr>
          <w:sz w:val="20"/>
          <w:szCs w:val="20"/>
        </w:rPr>
        <w:br/>
        <w:t>budou</w:t>
      </w:r>
      <w:r>
        <w:rPr>
          <w:sz w:val="20"/>
          <w:szCs w:val="20"/>
        </w:rPr>
        <w:t xml:space="preserve"> vyhodnoceny jako chybné. Za chybu se považuje celé spojení.</w:t>
      </w:r>
    </w:p>
    <w:p w:rsidR="005B6856" w:rsidRDefault="005B6856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Uvedené termíny přeložte</w:t>
      </w:r>
      <w:r w:rsidRPr="00CE0712">
        <w:rPr>
          <w:b/>
          <w:bCs/>
          <w:sz w:val="24"/>
          <w:szCs w:val="24"/>
        </w:rPr>
        <w:t xml:space="preserve"> do češtiny</w:t>
      </w:r>
      <w:r>
        <w:rPr>
          <w:b/>
          <w:bCs/>
          <w:sz w:val="24"/>
          <w:szCs w:val="24"/>
        </w:rPr>
        <w:t xml:space="preserve"> </w:t>
      </w:r>
      <w:r w:rsidRPr="00CE0712">
        <w:rPr>
          <w:sz w:val="24"/>
          <w:szCs w:val="24"/>
        </w:rPr>
        <w:t>(překlad napište za latinský termín)</w:t>
      </w:r>
    </w:p>
    <w:p w:rsidR="005B6856" w:rsidRDefault="005B6856" w:rsidP="00EB148F">
      <w:pPr>
        <w:rPr>
          <w:sz w:val="24"/>
          <w:szCs w:val="24"/>
        </w:rPr>
      </w:pPr>
      <w:r>
        <w:rPr>
          <w:sz w:val="24"/>
          <w:szCs w:val="24"/>
        </w:rPr>
        <w:t>derivace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subjekt</w:t>
      </w:r>
      <w:r>
        <w:rPr>
          <w:sz w:val="24"/>
          <w:szCs w:val="24"/>
        </w:rPr>
        <w:br/>
        <w:t>pluralia tantum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akuzativ</w:t>
      </w:r>
      <w:r>
        <w:rPr>
          <w:sz w:val="24"/>
          <w:szCs w:val="24"/>
        </w:rPr>
        <w:br/>
        <w:t>objekt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interjekce</w:t>
      </w:r>
      <w:r>
        <w:rPr>
          <w:sz w:val="24"/>
          <w:szCs w:val="24"/>
        </w:rPr>
        <w:br/>
        <w:t>atribut</w:t>
      </w:r>
      <w:r>
        <w:rPr>
          <w:sz w:val="24"/>
          <w:szCs w:val="24"/>
        </w:rPr>
        <w:tab/>
        <w:t xml:space="preserve"> kongruentní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morfologie</w:t>
      </w:r>
      <w:r>
        <w:rPr>
          <w:sz w:val="24"/>
          <w:szCs w:val="24"/>
        </w:rPr>
        <w:br/>
        <w:t>sufix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femininum</w:t>
      </w:r>
    </w:p>
    <w:p w:rsidR="005B6856" w:rsidRDefault="005B6856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I/Y, Í/Ý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5B6856" w:rsidRPr="00081185" w:rsidRDefault="005B6856" w:rsidP="00EB148F">
      <w:pPr>
        <w:rPr>
          <w:sz w:val="24"/>
          <w:szCs w:val="24"/>
        </w:rPr>
      </w:pPr>
      <w:r w:rsidRPr="00081185">
        <w:rPr>
          <w:sz w:val="24"/>
          <w:szCs w:val="24"/>
        </w:rPr>
        <w:t xml:space="preserve">n_h_l_stický </w:t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  <w:t xml:space="preserve"> </w:t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  <w:t xml:space="preserve">ref_ž  </w:t>
      </w:r>
      <w:r w:rsidRPr="00081185">
        <w:rPr>
          <w:sz w:val="24"/>
          <w:szCs w:val="24"/>
        </w:rPr>
        <w:br/>
        <w:t>sum_š</w:t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  <w:t>ptakop_sk</w:t>
      </w:r>
      <w:r w:rsidRPr="00081185">
        <w:rPr>
          <w:sz w:val="24"/>
          <w:szCs w:val="24"/>
        </w:rPr>
        <w:br/>
        <w:t>un_lý</w:t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  <w:t>v_řivý v_r</w:t>
      </w:r>
      <w:r w:rsidRPr="00081185">
        <w:rPr>
          <w:sz w:val="24"/>
          <w:szCs w:val="24"/>
        </w:rPr>
        <w:br/>
        <w:t>v_kýř</w:t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  <w:t>medvídek m_val</w:t>
      </w:r>
      <w:r w:rsidRPr="00081185">
        <w:rPr>
          <w:sz w:val="24"/>
          <w:szCs w:val="24"/>
        </w:rPr>
        <w:br/>
        <w:t>p_ří pampel_šky</w:t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</w:r>
      <w:r w:rsidRPr="00081185">
        <w:rPr>
          <w:sz w:val="24"/>
          <w:szCs w:val="24"/>
        </w:rPr>
        <w:tab/>
        <w:t>rozkvetlá l_ska</w:t>
      </w:r>
    </w:p>
    <w:p w:rsidR="005B6856" w:rsidRDefault="005B6856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chybějící písmen</w:t>
      </w:r>
      <w:r w:rsidRPr="00976852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5B6856" w:rsidRDefault="005B6856" w:rsidP="00EB148F">
      <w:pPr>
        <w:rPr>
          <w:sz w:val="24"/>
          <w:szCs w:val="24"/>
        </w:rPr>
      </w:pPr>
      <w:r>
        <w:rPr>
          <w:sz w:val="24"/>
          <w:szCs w:val="24"/>
        </w:rPr>
        <w:t>Kritika román _trhala.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rostlina oc_n</w:t>
      </w:r>
      <w:r>
        <w:rPr>
          <w:sz w:val="24"/>
          <w:szCs w:val="24"/>
        </w:rPr>
        <w:br/>
        <w:t>_lezl jsem všechny _imalájské hory.</w:t>
      </w:r>
      <w:r>
        <w:rPr>
          <w:sz w:val="24"/>
          <w:szCs w:val="24"/>
        </w:rPr>
        <w:tab/>
        <w:t>_vrhnout krále</w:t>
      </w:r>
      <w:r>
        <w:rPr>
          <w:sz w:val="24"/>
          <w:szCs w:val="24"/>
        </w:rPr>
        <w:br/>
        <w:t>_balit kufry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t_je</w:t>
      </w:r>
      <w:r>
        <w:rPr>
          <w:sz w:val="24"/>
          <w:szCs w:val="24"/>
        </w:rPr>
        <w:br/>
        <w:t>Jeho _pupnost se mu nevyplatila.</w:t>
      </w:r>
      <w:r>
        <w:rPr>
          <w:sz w:val="24"/>
          <w:szCs w:val="24"/>
        </w:rPr>
        <w:tab/>
        <w:t>pom_nka</w:t>
      </w:r>
      <w:r>
        <w:rPr>
          <w:sz w:val="24"/>
          <w:szCs w:val="24"/>
        </w:rPr>
        <w:br/>
        <w:t xml:space="preserve">_tem_t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k_ra (léčebná)</w:t>
      </w:r>
    </w:p>
    <w:p w:rsidR="005B6856" w:rsidRDefault="005B6856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velká písmena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5B6856" w:rsidRDefault="005B6856" w:rsidP="00946658">
      <w:pPr>
        <w:rPr>
          <w:sz w:val="24"/>
          <w:szCs w:val="24"/>
        </w:rPr>
      </w:pPr>
      <w:r>
        <w:rPr>
          <w:sz w:val="24"/>
          <w:szCs w:val="24"/>
        </w:rPr>
        <w:t>_ražan (obyvatel Prahy)</w:t>
      </w:r>
      <w:r>
        <w:rPr>
          <w:sz w:val="24"/>
          <w:szCs w:val="24"/>
        </w:rPr>
        <w:tab/>
        <w:t>_dvent</w:t>
      </w:r>
      <w:r>
        <w:rPr>
          <w:sz w:val="24"/>
          <w:szCs w:val="24"/>
        </w:rPr>
        <w:br/>
        <w:t>_ád _ílého _va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_ervený _říž (organizace)</w:t>
      </w:r>
      <w:r>
        <w:rPr>
          <w:sz w:val="24"/>
          <w:szCs w:val="24"/>
        </w:rPr>
        <w:br/>
        <w:t>_ižní _orava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_ázně _eplice</w:t>
      </w:r>
      <w:r>
        <w:rPr>
          <w:sz w:val="24"/>
          <w:szCs w:val="24"/>
        </w:rPr>
        <w:br/>
        <w:t>_parťané (fotbalový klub)</w:t>
      </w:r>
      <w:r>
        <w:rPr>
          <w:sz w:val="24"/>
          <w:szCs w:val="24"/>
        </w:rPr>
        <w:tab/>
        <w:t>_aderské _oře</w:t>
      </w:r>
      <w:r>
        <w:rPr>
          <w:sz w:val="24"/>
          <w:szCs w:val="24"/>
        </w:rPr>
        <w:br/>
        <w:t>_ěsto _ibavá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_arel _tvrtý</w:t>
      </w:r>
    </w:p>
    <w:p w:rsidR="005B6856" w:rsidRPr="00946658" w:rsidRDefault="005B6856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Napište správně slovo cizího původu </w:t>
      </w:r>
    </w:p>
    <w:p w:rsidR="005B6856" w:rsidRPr="00976852" w:rsidRDefault="005B6856" w:rsidP="00946658">
      <w:pPr>
        <w:rPr>
          <w:sz w:val="24"/>
          <w:szCs w:val="24"/>
        </w:rPr>
      </w:pP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bojler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egiptská piramida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mikina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pirotechnik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pižamo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hendikep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sirup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politologie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acilpirin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gájus július cézar</w:t>
      </w:r>
      <w:r w:rsidRPr="00976852">
        <w:rPr>
          <w:sz w:val="24"/>
          <w:szCs w:val="24"/>
        </w:rPr>
        <w:t>]</w:t>
      </w:r>
    </w:p>
    <w:p w:rsidR="005B6856" w:rsidRPr="005F5750" w:rsidRDefault="005B6856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interpunkci</w:t>
      </w:r>
    </w:p>
    <w:p w:rsidR="005B6856" w:rsidRDefault="005B6856" w:rsidP="00EB148F">
      <w:pPr>
        <w:rPr>
          <w:sz w:val="24"/>
          <w:szCs w:val="24"/>
        </w:rPr>
      </w:pPr>
      <w:r>
        <w:rPr>
          <w:sz w:val="24"/>
          <w:szCs w:val="24"/>
        </w:rPr>
        <w:t xml:space="preserve">Dva nebo tři holubi hladovější než ostatní přilétli na dvůr. </w:t>
      </w:r>
      <w:r w:rsidRPr="005F5750">
        <w:rPr>
          <w:sz w:val="24"/>
          <w:szCs w:val="24"/>
        </w:rPr>
        <w:br/>
      </w:r>
      <w:r>
        <w:rPr>
          <w:sz w:val="24"/>
          <w:szCs w:val="24"/>
        </w:rPr>
        <w:t xml:space="preserve">Sviť měsíčku sviť. </w:t>
      </w:r>
    </w:p>
    <w:p w:rsidR="005B6856" w:rsidRPr="005F5750" w:rsidRDefault="005B6856" w:rsidP="00A14A4D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Od následujících proprií vytvořte adjektiva v nominativu singuláru maskulin </w:t>
      </w:r>
      <w:r w:rsidRPr="00A14A4D">
        <w:rPr>
          <w:sz w:val="24"/>
          <w:szCs w:val="24"/>
        </w:rPr>
        <w:t>(pomocí přípony –ský).</w:t>
      </w:r>
    </w:p>
    <w:p w:rsidR="005B6856" w:rsidRDefault="005B6856" w:rsidP="00A14A4D">
      <w:pPr>
        <w:rPr>
          <w:sz w:val="24"/>
          <w:szCs w:val="24"/>
        </w:rPr>
      </w:pPr>
      <w:r>
        <w:rPr>
          <w:sz w:val="24"/>
          <w:szCs w:val="24"/>
        </w:rPr>
        <w:t>Kongo</w:t>
      </w:r>
      <w:r>
        <w:rPr>
          <w:sz w:val="24"/>
          <w:szCs w:val="24"/>
        </w:rPr>
        <w:br/>
        <w:t>Aš</w:t>
      </w:r>
      <w:r>
        <w:rPr>
          <w:sz w:val="24"/>
          <w:szCs w:val="24"/>
        </w:rPr>
        <w:br/>
        <w:t xml:space="preserve">Lidečko </w:t>
      </w: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Default="005B6856" w:rsidP="00EB148F">
      <w:pPr>
        <w:rPr>
          <w:sz w:val="24"/>
          <w:szCs w:val="24"/>
        </w:rPr>
      </w:pPr>
    </w:p>
    <w:p w:rsidR="005B6856" w:rsidRPr="00976852" w:rsidRDefault="005B6856" w:rsidP="003C3FD2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MAXIMÁLNÍ POČET BODŮ: 55</w:t>
      </w:r>
      <w:r>
        <w:rPr>
          <w:sz w:val="24"/>
          <w:szCs w:val="24"/>
        </w:rPr>
        <w:br/>
        <w:t>MINIMÁLNÍ POČET BODŮ: 41</w:t>
      </w:r>
      <w:r>
        <w:rPr>
          <w:sz w:val="24"/>
          <w:szCs w:val="24"/>
        </w:rPr>
        <w:br/>
        <w:t>MAXIMÁLNÍ MNOŽSTVÍ CHYB: 14</w:t>
      </w:r>
      <w:r>
        <w:rPr>
          <w:sz w:val="24"/>
          <w:szCs w:val="24"/>
        </w:rPr>
        <w:br/>
        <w:t xml:space="preserve">NÁROČNOST: 75 </w:t>
      </w:r>
      <w:r w:rsidRPr="00976852">
        <w:rPr>
          <w:sz w:val="24"/>
          <w:szCs w:val="24"/>
        </w:rPr>
        <w:t>%</w:t>
      </w:r>
    </w:p>
    <w:sectPr w:rsidR="005B6856" w:rsidRPr="00976852" w:rsidSect="007714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856" w:rsidRDefault="005B6856" w:rsidP="005F5750">
      <w:pPr>
        <w:spacing w:after="0" w:line="240" w:lineRule="auto"/>
      </w:pPr>
      <w:r>
        <w:separator/>
      </w:r>
    </w:p>
  </w:endnote>
  <w:endnote w:type="continuationSeparator" w:id="1">
    <w:p w:rsidR="005B6856" w:rsidRDefault="005B6856" w:rsidP="005F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56" w:rsidRDefault="005B68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856" w:rsidRDefault="005B6856" w:rsidP="005F5750">
      <w:pPr>
        <w:spacing w:after="0" w:line="240" w:lineRule="auto"/>
      </w:pPr>
      <w:r>
        <w:separator/>
      </w:r>
    </w:p>
  </w:footnote>
  <w:footnote w:type="continuationSeparator" w:id="1">
    <w:p w:rsidR="005B6856" w:rsidRDefault="005B6856" w:rsidP="005F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56" w:rsidRPr="005F5750" w:rsidRDefault="005B6856">
    <w:pPr>
      <w:pStyle w:val="Header"/>
      <w:rPr>
        <w:sz w:val="18"/>
        <w:szCs w:val="18"/>
      </w:rPr>
    </w:pPr>
    <w:r w:rsidRPr="005F5750">
      <w:rPr>
        <w:sz w:val="18"/>
        <w:szCs w:val="18"/>
      </w:rPr>
      <w:t xml:space="preserve">Jazykový proseminář </w:t>
    </w:r>
    <w:r>
      <w:rPr>
        <w:sz w:val="18"/>
        <w:szCs w:val="18"/>
      </w:rPr>
      <w:t xml:space="preserve"> ZS </w:t>
    </w:r>
    <w:r w:rsidRPr="005F5750">
      <w:rPr>
        <w:sz w:val="18"/>
        <w:szCs w:val="18"/>
      </w:rPr>
      <w:t>201</w:t>
    </w:r>
    <w:r>
      <w:rPr>
        <w:sz w:val="18"/>
        <w:szCs w:val="18"/>
      </w:rPr>
      <w:t>1</w:t>
    </w:r>
    <w:r w:rsidRPr="005F5750">
      <w:rPr>
        <w:sz w:val="18"/>
        <w:szCs w:val="18"/>
      </w:rPr>
      <w:t xml:space="preserve"> –</w:t>
    </w:r>
    <w:r>
      <w:rPr>
        <w:sz w:val="18"/>
        <w:szCs w:val="18"/>
      </w:rPr>
      <w:t xml:space="preserve"> Mgr. Jan Bartoněk,</w:t>
    </w:r>
    <w:r w:rsidRPr="005F5750">
      <w:rPr>
        <w:sz w:val="18"/>
        <w:szCs w:val="18"/>
      </w:rPr>
      <w:t xml:space="preserve"> dr. Kamil Kopecký</w:t>
    </w:r>
    <w:r>
      <w:rPr>
        <w:sz w:val="18"/>
        <w:szCs w:val="18"/>
      </w:rPr>
      <w:br/>
      <w:t>Katedra českého jazyka a literatury, Pedagogická fakulta Univerzity Palackého v Olomoci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5BE1"/>
    <w:multiLevelType w:val="hybridMultilevel"/>
    <w:tmpl w:val="A106C9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712"/>
    <w:rsid w:val="00070244"/>
    <w:rsid w:val="00081185"/>
    <w:rsid w:val="000A7EC6"/>
    <w:rsid w:val="000B48ED"/>
    <w:rsid w:val="001370B9"/>
    <w:rsid w:val="00141671"/>
    <w:rsid w:val="001F45C3"/>
    <w:rsid w:val="002F0C3A"/>
    <w:rsid w:val="003600B4"/>
    <w:rsid w:val="00381353"/>
    <w:rsid w:val="003B30B9"/>
    <w:rsid w:val="003C3FD2"/>
    <w:rsid w:val="004706B8"/>
    <w:rsid w:val="004D5865"/>
    <w:rsid w:val="004F3519"/>
    <w:rsid w:val="00511829"/>
    <w:rsid w:val="0053523E"/>
    <w:rsid w:val="005B6856"/>
    <w:rsid w:val="005F5750"/>
    <w:rsid w:val="00610A54"/>
    <w:rsid w:val="006B1661"/>
    <w:rsid w:val="0071422F"/>
    <w:rsid w:val="007714C8"/>
    <w:rsid w:val="007B1CDE"/>
    <w:rsid w:val="00830742"/>
    <w:rsid w:val="00887278"/>
    <w:rsid w:val="008D778E"/>
    <w:rsid w:val="008E63A6"/>
    <w:rsid w:val="0093782E"/>
    <w:rsid w:val="00946658"/>
    <w:rsid w:val="0096551C"/>
    <w:rsid w:val="00976852"/>
    <w:rsid w:val="009E6DBC"/>
    <w:rsid w:val="00A14A4D"/>
    <w:rsid w:val="00A16940"/>
    <w:rsid w:val="00A42E2A"/>
    <w:rsid w:val="00A633F5"/>
    <w:rsid w:val="00AC3778"/>
    <w:rsid w:val="00B26D18"/>
    <w:rsid w:val="00BB26ED"/>
    <w:rsid w:val="00C17389"/>
    <w:rsid w:val="00CE0712"/>
    <w:rsid w:val="00D32002"/>
    <w:rsid w:val="00D60366"/>
    <w:rsid w:val="00D66F55"/>
    <w:rsid w:val="00D914B5"/>
    <w:rsid w:val="00E13280"/>
    <w:rsid w:val="00E55BB0"/>
    <w:rsid w:val="00EA266A"/>
    <w:rsid w:val="00EB148F"/>
    <w:rsid w:val="00EB60C4"/>
    <w:rsid w:val="00EE3280"/>
    <w:rsid w:val="00EF48C1"/>
    <w:rsid w:val="00FE5039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4C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0712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750"/>
  </w:style>
  <w:style w:type="paragraph" w:styleId="Footer">
    <w:name w:val="footer"/>
    <w:basedOn w:val="Normal"/>
    <w:link w:val="Foot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750"/>
  </w:style>
  <w:style w:type="character" w:styleId="CommentReference">
    <w:name w:val="annotation reference"/>
    <w:basedOn w:val="DefaultParagraphFont"/>
    <w:uiPriority w:val="99"/>
    <w:semiHidden/>
    <w:rsid w:val="00EA2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26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13280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2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132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2</Pages>
  <Words>218</Words>
  <Characters>1287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Zápočtový test – Jazykový proseminář ZS 2010</dc:title>
  <dc:subject/>
  <dc:creator>Kamil Kopecký_2</dc:creator>
  <cp:keywords/>
  <dc:description/>
  <cp:lastModifiedBy>kamil</cp:lastModifiedBy>
  <cp:revision>11</cp:revision>
  <dcterms:created xsi:type="dcterms:W3CDTF">2011-12-03T18:05:00Z</dcterms:created>
  <dcterms:modified xsi:type="dcterms:W3CDTF">2011-12-06T10:27:00Z</dcterms:modified>
</cp:coreProperties>
</file>